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6AD8" w14:textId="5A0E845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8C3ABF" w:rsidRPr="008C3ABF">
        <w:rPr>
          <w:rFonts w:ascii="Corbel" w:hAnsi="Corbel"/>
          <w:bCs/>
          <w:i/>
        </w:rPr>
        <w:t xml:space="preserve">nr </w:t>
      </w:r>
      <w:r w:rsidRPr="008C3ABF">
        <w:rPr>
          <w:rFonts w:ascii="Corbel" w:hAnsi="Corbel"/>
          <w:bCs/>
          <w:i/>
        </w:rPr>
        <w:t xml:space="preserve"> </w:t>
      </w:r>
      <w:r w:rsidR="008C3ABF" w:rsidRPr="008C3ABF">
        <w:rPr>
          <w:rFonts w:ascii="Corbel" w:eastAsia="Arial" w:hAnsi="Corbel" w:cs="Arial"/>
          <w:sz w:val="23"/>
          <w:szCs w:val="23"/>
        </w:rPr>
        <w:t>7/2023</w:t>
      </w:r>
    </w:p>
    <w:p w14:paraId="050EA99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8D3737" w14:textId="2281573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27704">
        <w:rPr>
          <w:rFonts w:ascii="Corbel" w:hAnsi="Corbel"/>
          <w:i/>
          <w:smallCaps/>
          <w:sz w:val="24"/>
          <w:szCs w:val="24"/>
        </w:rPr>
        <w:t xml:space="preserve"> </w:t>
      </w:r>
      <w:r w:rsidR="001F1836">
        <w:rPr>
          <w:rFonts w:ascii="Corbel" w:hAnsi="Corbel"/>
          <w:i/>
          <w:smallCaps/>
          <w:sz w:val="24"/>
          <w:szCs w:val="24"/>
        </w:rPr>
        <w:t>202</w:t>
      </w:r>
      <w:r w:rsidR="008C3ABF">
        <w:rPr>
          <w:rFonts w:ascii="Corbel" w:hAnsi="Corbel"/>
          <w:i/>
          <w:smallCaps/>
          <w:sz w:val="24"/>
          <w:szCs w:val="24"/>
        </w:rPr>
        <w:t>3</w:t>
      </w:r>
      <w:r w:rsidR="001F1836">
        <w:rPr>
          <w:rFonts w:ascii="Corbel" w:hAnsi="Corbel"/>
          <w:i/>
          <w:smallCaps/>
          <w:sz w:val="24"/>
          <w:szCs w:val="24"/>
        </w:rPr>
        <w:t>–202</w:t>
      </w:r>
      <w:r w:rsidR="008C3ABF">
        <w:rPr>
          <w:rFonts w:ascii="Corbel" w:hAnsi="Corbel"/>
          <w:i/>
          <w:smallCaps/>
          <w:sz w:val="24"/>
          <w:szCs w:val="24"/>
        </w:rPr>
        <w:t>5</w:t>
      </w:r>
    </w:p>
    <w:p w14:paraId="2A8BEA49" w14:textId="009D710A" w:rsidR="0085747A" w:rsidRDefault="0085747A" w:rsidP="001F1836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</w:p>
    <w:p w14:paraId="54A7B9ED" w14:textId="2225DC5A" w:rsidR="00445970" w:rsidRPr="00EA4832" w:rsidRDefault="0032770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F183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F1836">
        <w:rPr>
          <w:rFonts w:ascii="Corbel" w:hAnsi="Corbel"/>
          <w:sz w:val="20"/>
          <w:szCs w:val="20"/>
        </w:rPr>
        <w:t>202</w:t>
      </w:r>
      <w:r w:rsidR="008C3ABF">
        <w:rPr>
          <w:rFonts w:ascii="Corbel" w:hAnsi="Corbel"/>
          <w:sz w:val="20"/>
          <w:szCs w:val="20"/>
        </w:rPr>
        <w:t>3</w:t>
      </w:r>
      <w:r w:rsidR="001F1836">
        <w:rPr>
          <w:rFonts w:ascii="Corbel" w:hAnsi="Corbel"/>
          <w:sz w:val="20"/>
          <w:szCs w:val="20"/>
        </w:rPr>
        <w:t>/202</w:t>
      </w:r>
      <w:r w:rsidR="008C3ABF">
        <w:rPr>
          <w:rFonts w:ascii="Corbel" w:hAnsi="Corbel"/>
          <w:sz w:val="20"/>
          <w:szCs w:val="20"/>
        </w:rPr>
        <w:t>4</w:t>
      </w:r>
    </w:p>
    <w:p w14:paraId="419496E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E2C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112AEF" w14:textId="77777777" w:rsidTr="00B819C8">
        <w:tc>
          <w:tcPr>
            <w:tcW w:w="2694" w:type="dxa"/>
            <w:vAlign w:val="center"/>
          </w:tcPr>
          <w:p w14:paraId="299B0785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7C352F" w14:textId="77777777" w:rsidR="0085747A" w:rsidRPr="001F1836" w:rsidRDefault="00680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1836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14:paraId="13F8C6C2" w14:textId="77777777" w:rsidTr="00B36278">
        <w:tc>
          <w:tcPr>
            <w:tcW w:w="2694" w:type="dxa"/>
            <w:vAlign w:val="center"/>
          </w:tcPr>
          <w:p w14:paraId="58A8EB03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44A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634CCA46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P2S[1]0_3</w:t>
            </w:r>
          </w:p>
        </w:tc>
      </w:tr>
      <w:tr w:rsidR="0085747A" w:rsidRPr="009C54AE" w14:paraId="4C4E2672" w14:textId="77777777" w:rsidTr="00B819C8">
        <w:tc>
          <w:tcPr>
            <w:tcW w:w="2694" w:type="dxa"/>
            <w:vAlign w:val="center"/>
          </w:tcPr>
          <w:p w14:paraId="49EDC676" w14:textId="77777777" w:rsidR="0085747A" w:rsidRPr="00F44A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44A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E3695F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D154BEF" w14:textId="77777777" w:rsidTr="00B819C8">
        <w:tc>
          <w:tcPr>
            <w:tcW w:w="2694" w:type="dxa"/>
            <w:vAlign w:val="center"/>
          </w:tcPr>
          <w:p w14:paraId="6D25C172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7B310B" w14:textId="5DDE36C6" w:rsidR="0085747A" w:rsidRPr="009C54AE" w:rsidRDefault="00FD5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6B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072E917" w14:textId="77777777" w:rsidTr="00B819C8">
        <w:tc>
          <w:tcPr>
            <w:tcW w:w="2694" w:type="dxa"/>
            <w:vAlign w:val="center"/>
          </w:tcPr>
          <w:p w14:paraId="350F00F8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4E85D" w14:textId="77777777" w:rsidR="0085747A" w:rsidRPr="009C54AE" w:rsidRDefault="001266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6CCC1607" w14:textId="77777777" w:rsidTr="00B819C8">
        <w:tc>
          <w:tcPr>
            <w:tcW w:w="2694" w:type="dxa"/>
            <w:vAlign w:val="center"/>
          </w:tcPr>
          <w:p w14:paraId="7364DEC2" w14:textId="77777777" w:rsidR="0085747A" w:rsidRPr="00F44A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C2BCA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="0085747A" w:rsidRPr="009C54AE" w14:paraId="50F0F725" w14:textId="77777777" w:rsidTr="00B819C8">
        <w:tc>
          <w:tcPr>
            <w:tcW w:w="2694" w:type="dxa"/>
            <w:vAlign w:val="center"/>
          </w:tcPr>
          <w:p w14:paraId="6C75EFC5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7C41B2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D793D14" w14:textId="77777777" w:rsidTr="00B819C8">
        <w:tc>
          <w:tcPr>
            <w:tcW w:w="2694" w:type="dxa"/>
            <w:vAlign w:val="center"/>
          </w:tcPr>
          <w:p w14:paraId="47462A19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9CAE2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E43D447" w14:textId="77777777" w:rsidTr="00B819C8">
        <w:tc>
          <w:tcPr>
            <w:tcW w:w="2694" w:type="dxa"/>
            <w:vAlign w:val="center"/>
          </w:tcPr>
          <w:p w14:paraId="2F292792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44A14">
              <w:rPr>
                <w:rFonts w:ascii="Corbel" w:hAnsi="Corbel"/>
                <w:sz w:val="24"/>
                <w:szCs w:val="24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8DFD6E4" w14:textId="77777777" w:rsidR="0085747A" w:rsidRPr="009C54AE" w:rsidRDefault="002B0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5B944097" w14:textId="77777777" w:rsidTr="00B819C8">
        <w:tc>
          <w:tcPr>
            <w:tcW w:w="2694" w:type="dxa"/>
            <w:vAlign w:val="center"/>
          </w:tcPr>
          <w:p w14:paraId="2B336D67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F8D870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7FC5C921" w14:textId="77777777" w:rsidTr="00B819C8">
        <w:tc>
          <w:tcPr>
            <w:tcW w:w="2694" w:type="dxa"/>
            <w:vAlign w:val="center"/>
          </w:tcPr>
          <w:p w14:paraId="617EBD17" w14:textId="77777777" w:rsidR="00923D7D" w:rsidRPr="00F44A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290C32" w14:textId="77777777" w:rsidR="00923D7D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8DE0CD" w14:textId="77777777" w:rsidTr="00B819C8">
        <w:tc>
          <w:tcPr>
            <w:tcW w:w="2694" w:type="dxa"/>
            <w:vAlign w:val="center"/>
          </w:tcPr>
          <w:p w14:paraId="61C1F790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4343D3" w14:textId="77777777" w:rsidR="0085747A" w:rsidRPr="009C54AE" w:rsidRDefault="00D068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C54AE" w14:paraId="2DC317E7" w14:textId="77777777" w:rsidTr="00B819C8">
        <w:tc>
          <w:tcPr>
            <w:tcW w:w="2694" w:type="dxa"/>
            <w:vAlign w:val="center"/>
          </w:tcPr>
          <w:p w14:paraId="61F5E892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E8098C" w14:textId="77777777" w:rsidR="0085747A" w:rsidRPr="009C54AE" w:rsidRDefault="00D068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3078BC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77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EFF40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720F3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085F49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1DF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Semestr</w:t>
            </w:r>
          </w:p>
          <w:p w14:paraId="22EDEDF8" w14:textId="77777777" w:rsidR="00015B8F" w:rsidRPr="00F44A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(</w:t>
            </w:r>
            <w:r w:rsidR="00363F78" w:rsidRPr="00F44A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F706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4FE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6ADA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FDA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661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039B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3D6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82E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692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4A14">
              <w:rPr>
                <w:rFonts w:ascii="Corbel" w:hAnsi="Corbel"/>
                <w:b/>
                <w:szCs w:val="24"/>
              </w:rPr>
              <w:t>Liczba pkt</w:t>
            </w:r>
            <w:r w:rsidR="00B90885" w:rsidRPr="00F44A14">
              <w:rPr>
                <w:rFonts w:ascii="Corbel" w:hAnsi="Corbel"/>
                <w:b/>
                <w:szCs w:val="24"/>
              </w:rPr>
              <w:t>.</w:t>
            </w:r>
            <w:r w:rsidRPr="00F44A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B2803B" w14:textId="77777777" w:rsidTr="00B362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038B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AD0F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FB51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3302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B2B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BC6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6B2D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8592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255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2DC84" w14:textId="77777777" w:rsidR="00015B8F" w:rsidRPr="009C54AE" w:rsidRDefault="00A55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EE2DD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60E20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CE3DE" w14:textId="77777777" w:rsidR="0085747A" w:rsidRPr="009C54AE" w:rsidRDefault="001266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i/>
          <w:szCs w:val="24"/>
        </w:rPr>
        <w:t xml:space="preserve"> </w:t>
      </w:r>
      <w:r w:rsidR="002B00CA" w:rsidRPr="00126604">
        <w:rPr>
          <w:rFonts w:ascii="MS Gothic" w:eastAsia="MS Gothic" w:hAnsi="MS Gothic" w:cs="MS Gothic"/>
          <w:szCs w:val="24"/>
        </w:rPr>
        <w:t>X</w:t>
      </w:r>
      <w:r w:rsidR="00F44A1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4E78B7" w14:textId="77777777" w:rsidR="0085747A" w:rsidRPr="009C54AE" w:rsidRDefault="002B0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00CA">
        <w:rPr>
          <w:rFonts w:ascii="MS Gothic" w:eastAsia="MS Gothic" w:hAnsi="MS Gothic" w:cs="MS Gothic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79DF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895F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E812E" w14:textId="77777777" w:rsidR="001F1836" w:rsidRDefault="001F1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E970D" w14:textId="77777777" w:rsidR="009C54AE" w:rsidRDefault="003277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14:paraId="0975C9A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C5F64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8660ED" w14:textId="77777777" w:rsidR="001F1836" w:rsidRPr="009C54AE" w:rsidRDefault="001F18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4474A2" w14:textId="77777777" w:rsidTr="00745302">
        <w:tc>
          <w:tcPr>
            <w:tcW w:w="9670" w:type="dxa"/>
          </w:tcPr>
          <w:p w14:paraId="05416175" w14:textId="77777777" w:rsidR="0085747A" w:rsidRPr="009C54AE" w:rsidRDefault="003277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</w:tc>
      </w:tr>
    </w:tbl>
    <w:p w14:paraId="353B4E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39DB4A" w14:textId="77777777" w:rsidR="00A559A8" w:rsidRDefault="00A559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7CD09F" w14:textId="77777777" w:rsidR="009019FB" w:rsidRDefault="009019F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99E84BE" w14:textId="7B07FCD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745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720C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8823F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9F1BAA" w14:textId="77777777" w:rsidTr="00923D7D">
        <w:tc>
          <w:tcPr>
            <w:tcW w:w="851" w:type="dxa"/>
            <w:vAlign w:val="center"/>
          </w:tcPr>
          <w:p w14:paraId="47D66175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659202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Zapoznanie studentów z historią filozofii społecznej</w:t>
            </w:r>
          </w:p>
        </w:tc>
      </w:tr>
      <w:tr w:rsidR="0085747A" w:rsidRPr="009C54AE" w14:paraId="77921952" w14:textId="77777777" w:rsidTr="00923D7D">
        <w:tc>
          <w:tcPr>
            <w:tcW w:w="851" w:type="dxa"/>
            <w:vAlign w:val="center"/>
          </w:tcPr>
          <w:p w14:paraId="4FF5006E" w14:textId="77777777" w:rsidR="0085747A" w:rsidRPr="00F44A14" w:rsidRDefault="00F44A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1E543B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Wyrobienie umiejętności czytania i interpretowania tekstów filozoficznych</w:t>
            </w:r>
          </w:p>
        </w:tc>
      </w:tr>
      <w:tr w:rsidR="0085747A" w:rsidRPr="009C54AE" w14:paraId="482AFA35" w14:textId="77777777" w:rsidTr="00923D7D">
        <w:tc>
          <w:tcPr>
            <w:tcW w:w="851" w:type="dxa"/>
            <w:vAlign w:val="center"/>
          </w:tcPr>
          <w:p w14:paraId="3AE26057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14" w:rsidRPr="00F44A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996C5B2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Analiza wybranych zagadnień filozofii społecznej, ważnych współcześnie zwłaszcza dla potencjalnego pracownika socjalnego</w:t>
            </w:r>
          </w:p>
        </w:tc>
      </w:tr>
    </w:tbl>
    <w:p w14:paraId="33CD94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B782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25F9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9951D55" w14:textId="77777777" w:rsidTr="0071620A">
        <w:tc>
          <w:tcPr>
            <w:tcW w:w="1701" w:type="dxa"/>
            <w:vAlign w:val="center"/>
          </w:tcPr>
          <w:p w14:paraId="0AEE74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0422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EBB11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7F54D3D" w14:textId="77777777" w:rsidTr="005E6E85">
        <w:tc>
          <w:tcPr>
            <w:tcW w:w="1701" w:type="dxa"/>
          </w:tcPr>
          <w:p w14:paraId="489320D7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F5FC593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14:paraId="282B80B4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003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6EB6B158" w14:textId="77777777" w:rsidTr="005E6E85">
        <w:tc>
          <w:tcPr>
            <w:tcW w:w="1701" w:type="dxa"/>
          </w:tcPr>
          <w:p w14:paraId="08A0DA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E95DF3" w14:textId="77777777" w:rsidR="0085747A" w:rsidRPr="009C54AE" w:rsidRDefault="0088141D" w:rsidP="00881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 (np. prawa człowieka)</w:t>
            </w:r>
          </w:p>
        </w:tc>
        <w:tc>
          <w:tcPr>
            <w:tcW w:w="1873" w:type="dxa"/>
          </w:tcPr>
          <w:p w14:paraId="1CC5E389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9C54AE" w14:paraId="6198C85B" w14:textId="77777777" w:rsidTr="005E6E85">
        <w:tc>
          <w:tcPr>
            <w:tcW w:w="1701" w:type="dxa"/>
          </w:tcPr>
          <w:p w14:paraId="71BE6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41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1930CCD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14:paraId="715EEC36" w14:textId="77777777" w:rsidR="0085747A" w:rsidRPr="009C54AE" w:rsidRDefault="001266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3D4B24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35D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AC53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0AA41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5A0602" w14:textId="77777777" w:rsidTr="001F1836">
        <w:tc>
          <w:tcPr>
            <w:tcW w:w="9520" w:type="dxa"/>
          </w:tcPr>
          <w:p w14:paraId="0645F8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8C3982A" w14:textId="77777777" w:rsidTr="001F1836">
        <w:tc>
          <w:tcPr>
            <w:tcW w:w="9520" w:type="dxa"/>
          </w:tcPr>
          <w:p w14:paraId="29A56294" w14:textId="77777777" w:rsidR="0085747A" w:rsidRPr="009C54AE" w:rsidRDefault="001F18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B1594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BAC05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72021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2B775C" w14:textId="77777777" w:rsidTr="00923D7D">
        <w:tc>
          <w:tcPr>
            <w:tcW w:w="9639" w:type="dxa"/>
          </w:tcPr>
          <w:p w14:paraId="03C69AC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DEA91B3" w14:textId="77777777" w:rsidTr="00923D7D">
        <w:tc>
          <w:tcPr>
            <w:tcW w:w="9639" w:type="dxa"/>
          </w:tcPr>
          <w:p w14:paraId="1F8F0CCB" w14:textId="77777777" w:rsidR="0085747A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="00A559A8" w:rsidRPr="009C54AE" w14:paraId="66F378D3" w14:textId="77777777" w:rsidTr="00923D7D">
        <w:tc>
          <w:tcPr>
            <w:tcW w:w="9639" w:type="dxa"/>
          </w:tcPr>
          <w:p w14:paraId="3AE46495" w14:textId="77777777" w:rsid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="00A559A8" w:rsidRPr="009C54AE" w14:paraId="347339EF" w14:textId="77777777" w:rsidTr="00923D7D">
        <w:tc>
          <w:tcPr>
            <w:tcW w:w="9639" w:type="dxa"/>
          </w:tcPr>
          <w:p w14:paraId="256F288C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sprawiedliwości</w:t>
            </w:r>
          </w:p>
        </w:tc>
      </w:tr>
      <w:tr w:rsidR="00A559A8" w:rsidRPr="009C54AE" w14:paraId="78C58F25" w14:textId="77777777" w:rsidTr="00923D7D">
        <w:tc>
          <w:tcPr>
            <w:tcW w:w="9639" w:type="dxa"/>
          </w:tcPr>
          <w:p w14:paraId="43824CB5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praw człowieka</w:t>
            </w:r>
          </w:p>
        </w:tc>
      </w:tr>
      <w:tr w:rsidR="0085747A" w:rsidRPr="009C54AE" w14:paraId="1128A6A0" w14:textId="77777777" w:rsidTr="00923D7D">
        <w:tc>
          <w:tcPr>
            <w:tcW w:w="9639" w:type="dxa"/>
          </w:tcPr>
          <w:p w14:paraId="4E118503" w14:textId="77777777" w:rsidR="0050039E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 polityczna w demokratycznym państwie prawa</w:t>
            </w:r>
          </w:p>
        </w:tc>
      </w:tr>
    </w:tbl>
    <w:p w14:paraId="5F8CF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B3E0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1898C5" w14:textId="77777777" w:rsidR="001F1836" w:rsidRDefault="001F18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A996CD" w14:textId="77777777" w:rsidR="0050039E" w:rsidRPr="00126604" w:rsidRDefault="00D068CF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6604">
        <w:rPr>
          <w:rFonts w:ascii="Corbel" w:hAnsi="Corbel"/>
          <w:b w:val="0"/>
          <w:i/>
          <w:smallCaps w:val="0"/>
          <w:szCs w:val="24"/>
        </w:rPr>
        <w:t>Praca w grupach</w:t>
      </w:r>
      <w:r w:rsidR="0050039E" w:rsidRPr="00126604">
        <w:rPr>
          <w:rFonts w:ascii="Corbel" w:hAnsi="Corbel"/>
          <w:b w:val="0"/>
          <w:i/>
          <w:smallCaps w:val="0"/>
          <w:szCs w:val="24"/>
        </w:rPr>
        <w:t>, dyskusja</w:t>
      </w:r>
      <w:r w:rsidRPr="00126604">
        <w:rPr>
          <w:rFonts w:ascii="Corbel" w:hAnsi="Corbel"/>
          <w:b w:val="0"/>
          <w:i/>
          <w:smallCaps w:val="0"/>
          <w:szCs w:val="24"/>
        </w:rPr>
        <w:t xml:space="preserve"> sokratejska</w:t>
      </w:r>
    </w:p>
    <w:p w14:paraId="280B4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8E6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21AE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39DB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A409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AFEE8" w14:textId="73891E69" w:rsidR="0085747A" w:rsidRPr="009C54AE" w:rsidRDefault="009019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1CF5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DD0E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8BF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3D7BDED" w14:textId="77777777" w:rsidTr="00C05F44">
        <w:tc>
          <w:tcPr>
            <w:tcW w:w="1985" w:type="dxa"/>
            <w:vAlign w:val="center"/>
          </w:tcPr>
          <w:p w14:paraId="68C920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DEFBC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6E84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E2947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6759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559A8" w:rsidRPr="009C54AE" w14:paraId="38149555" w14:textId="77777777" w:rsidTr="00A559A8">
        <w:tc>
          <w:tcPr>
            <w:tcW w:w="1985" w:type="dxa"/>
          </w:tcPr>
          <w:p w14:paraId="069DE021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14:paraId="71ABF9D9" w14:textId="77777777" w:rsidR="00A559A8" w:rsidRPr="00A559A8" w:rsidRDefault="00D068CF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068CF">
              <w:rPr>
                <w:rFonts w:ascii="Corbel" w:hAnsi="Corbel"/>
                <w:b w:val="0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6D9CEBF2" w14:textId="77777777" w:rsidR="00A559A8" w:rsidRPr="009C54AE" w:rsidRDefault="00A559A8" w:rsidP="00126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12660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559A8" w:rsidRPr="009C54AE" w14:paraId="39401080" w14:textId="77777777" w:rsidTr="00C05F44">
        <w:tc>
          <w:tcPr>
            <w:tcW w:w="1985" w:type="dxa"/>
          </w:tcPr>
          <w:p w14:paraId="08B19F72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213E896B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72A9FC4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559A8" w:rsidRPr="009C54AE" w14:paraId="3C5F2C6A" w14:textId="77777777" w:rsidTr="00C05F44">
        <w:tc>
          <w:tcPr>
            <w:tcW w:w="1985" w:type="dxa"/>
          </w:tcPr>
          <w:p w14:paraId="69C5C05C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62717CA9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36C8472C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A37B8A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37F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2EA75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20FBD6" w14:textId="77777777" w:rsidTr="00923D7D">
        <w:tc>
          <w:tcPr>
            <w:tcW w:w="9670" w:type="dxa"/>
          </w:tcPr>
          <w:p w14:paraId="5BD59E26" w14:textId="77777777" w:rsidR="0085747A" w:rsidRPr="009C54AE" w:rsidRDefault="00D068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68CF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656A0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C598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247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21FC65D" w14:textId="77777777" w:rsidTr="003E1941">
        <w:tc>
          <w:tcPr>
            <w:tcW w:w="4962" w:type="dxa"/>
            <w:vAlign w:val="center"/>
          </w:tcPr>
          <w:p w14:paraId="3E056397" w14:textId="77777777" w:rsidR="0085747A" w:rsidRPr="008C3AB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3AB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3AB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3AB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CA62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C9054CB" w14:textId="77777777" w:rsidTr="00923D7D">
        <w:tc>
          <w:tcPr>
            <w:tcW w:w="4962" w:type="dxa"/>
          </w:tcPr>
          <w:p w14:paraId="5809C88F" w14:textId="2192165D" w:rsidR="0085747A" w:rsidRPr="008C3ABF" w:rsidRDefault="008C3A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3AB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A5FE993" w14:textId="77777777" w:rsidR="0085747A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6999C7" w14:textId="77777777" w:rsidTr="00923D7D">
        <w:tc>
          <w:tcPr>
            <w:tcW w:w="4962" w:type="dxa"/>
          </w:tcPr>
          <w:p w14:paraId="68119F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22B9B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A3B84FC" w14:textId="77777777" w:rsidR="00C61DC5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4410EDA" w14:textId="77777777" w:rsidTr="00923D7D">
        <w:tc>
          <w:tcPr>
            <w:tcW w:w="4962" w:type="dxa"/>
          </w:tcPr>
          <w:p w14:paraId="463D46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B91E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CE813E" w14:textId="77777777" w:rsidR="00C61DC5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668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1D24EE9" w14:textId="77777777" w:rsidTr="00923D7D">
        <w:tc>
          <w:tcPr>
            <w:tcW w:w="4962" w:type="dxa"/>
          </w:tcPr>
          <w:p w14:paraId="3EE387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5BC37" w14:textId="77777777" w:rsidR="0085747A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668A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7332B5FF" w14:textId="77777777" w:rsidTr="00B36278">
        <w:tc>
          <w:tcPr>
            <w:tcW w:w="4962" w:type="dxa"/>
          </w:tcPr>
          <w:p w14:paraId="2C2A45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14:paraId="6CA78F56" w14:textId="77777777" w:rsidR="0085747A" w:rsidRPr="009C54AE" w:rsidRDefault="00A559A8" w:rsidP="00A559A8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7CFD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0BBB8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68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32E3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F1836" w:rsidRPr="009C54AE" w14:paraId="47F611A3" w14:textId="77777777" w:rsidTr="0071620A">
        <w:trPr>
          <w:trHeight w:val="397"/>
        </w:trPr>
        <w:tc>
          <w:tcPr>
            <w:tcW w:w="3544" w:type="dxa"/>
          </w:tcPr>
          <w:p w14:paraId="164172E4" w14:textId="77777777"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E143E2" w14:textId="77777777"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70E8">
              <w:rPr>
                <w:rFonts w:ascii="Corbel" w:hAnsi="Corbel"/>
                <w:szCs w:val="24"/>
              </w:rPr>
              <w:t>Nie dotyczy</w:t>
            </w:r>
          </w:p>
        </w:tc>
      </w:tr>
      <w:tr w:rsidR="001F1836" w:rsidRPr="009C54AE" w14:paraId="0D06159C" w14:textId="77777777" w:rsidTr="0071620A">
        <w:trPr>
          <w:trHeight w:val="397"/>
        </w:trPr>
        <w:tc>
          <w:tcPr>
            <w:tcW w:w="3544" w:type="dxa"/>
          </w:tcPr>
          <w:p w14:paraId="460F8091" w14:textId="77777777"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41929" w14:textId="77777777" w:rsidR="001F1836" w:rsidRPr="009C54AE" w:rsidRDefault="001F1836" w:rsidP="001F18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0E8"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3D77C1B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502EC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1E535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0F23EAE" w14:textId="77777777" w:rsidTr="0071620A">
        <w:trPr>
          <w:trHeight w:val="397"/>
        </w:trPr>
        <w:tc>
          <w:tcPr>
            <w:tcW w:w="7513" w:type="dxa"/>
          </w:tcPr>
          <w:p w14:paraId="4F701768" w14:textId="77777777" w:rsidR="0085747A" w:rsidRPr="00D068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A3ED2B7" w14:textId="77777777" w:rsidR="00A559A8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267977" w14:textId="77777777" w:rsidR="006668A9" w:rsidRDefault="002B00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Copleston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. Warszawa: Pax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[różne wydania]</w:t>
            </w:r>
          </w:p>
          <w:p w14:paraId="1A0EB2E8" w14:textId="77777777" w:rsidR="006668A9" w:rsidRPr="009C54AE" w:rsidRDefault="002B00CA" w:rsidP="00126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Brandt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R. (1996).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Etyka</w:t>
            </w:r>
            <w:r w:rsidR="001266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:Wydawnictwo Naukowe PWN.</w:t>
            </w:r>
          </w:p>
        </w:tc>
      </w:tr>
      <w:tr w:rsidR="0085747A" w:rsidRPr="00D068CF" w14:paraId="06DA8CA4" w14:textId="77777777" w:rsidTr="0071620A">
        <w:trPr>
          <w:trHeight w:val="397"/>
        </w:trPr>
        <w:tc>
          <w:tcPr>
            <w:tcW w:w="7513" w:type="dxa"/>
          </w:tcPr>
          <w:p w14:paraId="285B6F3B" w14:textId="77777777" w:rsidR="0085747A" w:rsidRPr="00D068C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68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6C6F1FD" w14:textId="77777777" w:rsidR="00A559A8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3E62A9" w14:textId="77777777" w:rsidR="006668A9" w:rsidRDefault="002B00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Hayek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 xml:space="preserve"> F. (2011).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126604">
              <w:rPr>
                <w:rFonts w:ascii="Corbel" w:hAnsi="Corbel"/>
                <w:b w:val="0"/>
                <w:smallCaps w:val="0"/>
                <w:szCs w:val="24"/>
              </w:rPr>
              <w:t>: Wydawnictwo Nau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>kowe PWN.</w:t>
            </w:r>
          </w:p>
          <w:p w14:paraId="595BA883" w14:textId="77777777" w:rsidR="00D068CF" w:rsidRPr="00601CF0" w:rsidRDefault="00D068CF" w:rsidP="00D06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6B9">
              <w:rPr>
                <w:rFonts w:ascii="Corbel" w:hAnsi="Corbel"/>
                <w:b w:val="0"/>
                <w:smallCaps w:val="0"/>
                <w:szCs w:val="24"/>
              </w:rPr>
              <w:t>Losoncz</w:t>
            </w:r>
            <w:r w:rsidR="00601CF0" w:rsidRPr="00FD56B9">
              <w:rPr>
                <w:rFonts w:ascii="Corbel" w:hAnsi="Corbel"/>
                <w:b w:val="0"/>
                <w:smallCaps w:val="0"/>
                <w:szCs w:val="24"/>
              </w:rPr>
              <w:t xml:space="preserve"> A. (2014). 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Two conflicting interpretations of social philosophy</w:t>
            </w:r>
            <w:r w:rsid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Filozofija i Društvo, 25(2), ss. 56-76.</w:t>
            </w:r>
            <w:r w:rsidRPr="00601C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1" w:history="1">
              <w:r w:rsidRPr="00601CF0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http://www.doiserbia.nb.rs/img/doi/0353-5738/2014/0353-57381402056L.pdf</w:t>
              </w:r>
            </w:hyperlink>
          </w:p>
          <w:p w14:paraId="2C5C8F7E" w14:textId="77777777" w:rsidR="00D068CF" w:rsidRPr="00D068CF" w:rsidRDefault="00D068CF" w:rsidP="00D06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Szacki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 xml:space="preserve"> J. (2006).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 w:rsidR="00601CF0"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75F9AFCF" w14:textId="77777777" w:rsidR="00D068CF" w:rsidRPr="00D068CF" w:rsidRDefault="00D068CF" w:rsidP="00D068CF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9522D8C" w14:textId="77777777" w:rsidR="0085747A" w:rsidRPr="00D068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A0FA7" w14:textId="77777777" w:rsidR="0085747A" w:rsidRPr="00D068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27519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019F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1CD2" w14:textId="77777777" w:rsidR="00B250B7" w:rsidRDefault="00B250B7" w:rsidP="00C16ABF">
      <w:pPr>
        <w:spacing w:after="0" w:line="240" w:lineRule="auto"/>
      </w:pPr>
      <w:r>
        <w:separator/>
      </w:r>
    </w:p>
  </w:endnote>
  <w:endnote w:type="continuationSeparator" w:id="0">
    <w:p w14:paraId="046F1275" w14:textId="77777777" w:rsidR="00B250B7" w:rsidRDefault="00B250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4E272" w14:textId="77777777" w:rsidR="00B250B7" w:rsidRDefault="00B250B7" w:rsidP="00C16ABF">
      <w:pPr>
        <w:spacing w:after="0" w:line="240" w:lineRule="auto"/>
      </w:pPr>
      <w:r>
        <w:separator/>
      </w:r>
    </w:p>
  </w:footnote>
  <w:footnote w:type="continuationSeparator" w:id="0">
    <w:p w14:paraId="6DEEB62B" w14:textId="77777777" w:rsidR="00B250B7" w:rsidRDefault="00B250B7" w:rsidP="00C16ABF">
      <w:pPr>
        <w:spacing w:after="0" w:line="240" w:lineRule="auto"/>
      </w:pPr>
      <w:r>
        <w:continuationSeparator/>
      </w:r>
    </w:p>
  </w:footnote>
  <w:footnote w:id="1">
    <w:p w14:paraId="2801E7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C81F3D"/>
    <w:multiLevelType w:val="hybridMultilevel"/>
    <w:tmpl w:val="C3FACE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C3ED1"/>
    <w:multiLevelType w:val="hybridMultilevel"/>
    <w:tmpl w:val="507CF628"/>
    <w:lvl w:ilvl="0" w:tplc="6D782290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06105">
    <w:abstractNumId w:val="0"/>
  </w:num>
  <w:num w:numId="2" w16cid:durableId="788940341">
    <w:abstractNumId w:val="3"/>
  </w:num>
  <w:num w:numId="3" w16cid:durableId="682902240">
    <w:abstractNumId w:val="2"/>
  </w:num>
  <w:num w:numId="4" w16cid:durableId="153272207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MDU1NTGyNDI1NLZQ0lEKTi0uzszPAykwrAUAAIfLV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660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1836"/>
    <w:rsid w:val="001F2CA2"/>
    <w:rsid w:val="002144C0"/>
    <w:rsid w:val="00216BB4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480"/>
    <w:rsid w:val="003151C5"/>
    <w:rsid w:val="00327704"/>
    <w:rsid w:val="003343CF"/>
    <w:rsid w:val="0034184D"/>
    <w:rsid w:val="00346FE9"/>
    <w:rsid w:val="0034759A"/>
    <w:rsid w:val="003503F6"/>
    <w:rsid w:val="003530DD"/>
    <w:rsid w:val="00363F78"/>
    <w:rsid w:val="003A0A5B"/>
    <w:rsid w:val="003A1176"/>
    <w:rsid w:val="003C05A3"/>
    <w:rsid w:val="003C0BAE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8708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CF0"/>
    <w:rsid w:val="0061029B"/>
    <w:rsid w:val="00617230"/>
    <w:rsid w:val="00621CE1"/>
    <w:rsid w:val="00627FC9"/>
    <w:rsid w:val="00647FA8"/>
    <w:rsid w:val="00650C5F"/>
    <w:rsid w:val="00654934"/>
    <w:rsid w:val="006620D9"/>
    <w:rsid w:val="006668A9"/>
    <w:rsid w:val="006672E2"/>
    <w:rsid w:val="00671958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BE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3E2C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3ABF"/>
    <w:rsid w:val="008C5147"/>
    <w:rsid w:val="008C5359"/>
    <w:rsid w:val="008C5363"/>
    <w:rsid w:val="008D3DFB"/>
    <w:rsid w:val="008E64F4"/>
    <w:rsid w:val="008F12C9"/>
    <w:rsid w:val="008F6E29"/>
    <w:rsid w:val="009019FB"/>
    <w:rsid w:val="00916188"/>
    <w:rsid w:val="00923D7D"/>
    <w:rsid w:val="00924C9E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A46"/>
    <w:rsid w:val="00B135B1"/>
    <w:rsid w:val="00B250B7"/>
    <w:rsid w:val="00B3130B"/>
    <w:rsid w:val="00B3627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8CF"/>
    <w:rsid w:val="00D17C3C"/>
    <w:rsid w:val="00D26B2C"/>
    <w:rsid w:val="00D352C9"/>
    <w:rsid w:val="00D425B2"/>
    <w:rsid w:val="00D428D6"/>
    <w:rsid w:val="00D552B2"/>
    <w:rsid w:val="00D608D1"/>
    <w:rsid w:val="00D74119"/>
    <w:rsid w:val="00D763F7"/>
    <w:rsid w:val="00D8075B"/>
    <w:rsid w:val="00D8678B"/>
    <w:rsid w:val="00DA2114"/>
    <w:rsid w:val="00DE09C0"/>
    <w:rsid w:val="00DE412C"/>
    <w:rsid w:val="00DE4A14"/>
    <w:rsid w:val="00DF320D"/>
    <w:rsid w:val="00DF71C8"/>
    <w:rsid w:val="00E129B8"/>
    <w:rsid w:val="00E13358"/>
    <w:rsid w:val="00E21E7D"/>
    <w:rsid w:val="00E22FBC"/>
    <w:rsid w:val="00E24BF5"/>
    <w:rsid w:val="00E25338"/>
    <w:rsid w:val="00E3772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44A1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6B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8B8A"/>
  <w15:docId w15:val="{53237F8F-7ADE-425F-A1A7-9ED58D20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01C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oiserbia.nb.rs/img/doi/0353-5738/2014/0353-57381402056L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A1564C-B549-43F2-AB6E-93FF033D5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3C8B88-638B-4741-BBF8-0EE28B283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245C70-B3CF-4D57-9347-A69F2A8A22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182D42-B02C-4879-9905-0EE5357DE0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2</cp:revision>
  <cp:lastPrinted>2020-10-26T09:06:00Z</cp:lastPrinted>
  <dcterms:created xsi:type="dcterms:W3CDTF">2023-07-12T05:00:00Z</dcterms:created>
  <dcterms:modified xsi:type="dcterms:W3CDTF">2023-07-12T05:00:00Z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